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64C" w:rsidRDefault="0062464C">
      <w:bookmarkStart w:id="0" w:name="_GoBack"/>
      <w:bookmarkEnd w:id="0"/>
    </w:p>
    <w:p w:rsidR="003D0804" w:rsidRDefault="00B34558" w:rsidP="00270B42">
      <w:r>
        <w:t>Škola</w:t>
      </w:r>
      <w:r w:rsidR="0062464C">
        <w:t>: .................................................................................................................................</w:t>
      </w:r>
    </w:p>
    <w:p w:rsidR="00B34558" w:rsidRDefault="00B34558" w:rsidP="00270B42">
      <w:r>
        <w:t>Evidenčné číslo: ...............</w:t>
      </w:r>
    </w:p>
    <w:p w:rsidR="00B34558" w:rsidRDefault="00B34558" w:rsidP="00270B42"/>
    <w:p w:rsidR="00FA0A3F" w:rsidRDefault="00FA0A3F" w:rsidP="00270B42"/>
    <w:p w:rsidR="0062464C" w:rsidRDefault="0062464C" w:rsidP="00270B42"/>
    <w:p w:rsidR="00B34558" w:rsidRPr="00B34558" w:rsidRDefault="00B34558" w:rsidP="00270B42">
      <w:pPr>
        <w:jc w:val="center"/>
        <w:rPr>
          <w:b/>
          <w:sz w:val="28"/>
        </w:rPr>
      </w:pPr>
      <w:r w:rsidRPr="00B34558">
        <w:rPr>
          <w:b/>
          <w:sz w:val="28"/>
        </w:rPr>
        <w:t>PRIHLÁŠKA</w:t>
      </w:r>
    </w:p>
    <w:p w:rsidR="00B34558" w:rsidRPr="00B34558" w:rsidRDefault="00B34558" w:rsidP="00270B42">
      <w:pPr>
        <w:jc w:val="center"/>
        <w:rPr>
          <w:b/>
          <w:sz w:val="28"/>
        </w:rPr>
      </w:pPr>
      <w:r w:rsidRPr="00B34558">
        <w:rPr>
          <w:b/>
          <w:sz w:val="28"/>
        </w:rPr>
        <w:t xml:space="preserve">na overenie odbornej spôsobilosti </w:t>
      </w:r>
      <w:r w:rsidR="006A224D" w:rsidRPr="006A224D">
        <w:rPr>
          <w:b/>
          <w:sz w:val="28"/>
        </w:rPr>
        <w:t>na vykonávanie činnosti na technických zariadeniach elektrických ako elektrotechnik</w:t>
      </w:r>
    </w:p>
    <w:p w:rsidR="00B34558" w:rsidRPr="006A224D" w:rsidRDefault="00B34558" w:rsidP="006A224D">
      <w:pPr>
        <w:jc w:val="center"/>
        <w:rPr>
          <w:b/>
          <w:sz w:val="28"/>
        </w:rPr>
      </w:pPr>
    </w:p>
    <w:p w:rsidR="00630D80" w:rsidRDefault="00630D80" w:rsidP="00270B42"/>
    <w:p w:rsidR="00B34558" w:rsidRDefault="00B34558" w:rsidP="00270B42">
      <w:pPr>
        <w:tabs>
          <w:tab w:val="right" w:leader="dot" w:pos="6663"/>
        </w:tabs>
      </w:pPr>
      <w:r>
        <w:t xml:space="preserve">Meno a priezvisko: </w:t>
      </w:r>
      <w:r>
        <w:tab/>
      </w:r>
    </w:p>
    <w:p w:rsidR="0062464C" w:rsidRDefault="0062464C" w:rsidP="00270B42">
      <w:pPr>
        <w:tabs>
          <w:tab w:val="right" w:leader="dot" w:pos="6663"/>
        </w:tabs>
      </w:pPr>
    </w:p>
    <w:p w:rsidR="00B34558" w:rsidRDefault="00B34558" w:rsidP="00270B42">
      <w:pPr>
        <w:tabs>
          <w:tab w:val="right" w:leader="dot" w:pos="6663"/>
        </w:tabs>
      </w:pPr>
      <w:r>
        <w:t xml:space="preserve">Dátum a miesto narodenia: </w:t>
      </w:r>
      <w:r>
        <w:tab/>
      </w:r>
    </w:p>
    <w:p w:rsidR="00B34558" w:rsidRDefault="00B34558" w:rsidP="00270B42">
      <w:pPr>
        <w:tabs>
          <w:tab w:val="right" w:leader="dot" w:pos="6663"/>
        </w:tabs>
      </w:pPr>
    </w:p>
    <w:p w:rsidR="00B34558" w:rsidRDefault="00B34558" w:rsidP="006A224D">
      <w:pPr>
        <w:tabs>
          <w:tab w:val="right" w:leader="dot" w:pos="6663"/>
        </w:tabs>
        <w:spacing w:line="276" w:lineRule="auto"/>
      </w:pPr>
      <w:r>
        <w:t xml:space="preserve">Prihlasujem sa na overenie odbornej spôsobilosti </w:t>
      </w:r>
      <w:r w:rsidR="006A224D">
        <w:t xml:space="preserve">na vykonávanie činnosti na technických zariadeniach elektrických ako elektrotechnik </w:t>
      </w:r>
      <w:r>
        <w:t xml:space="preserve">podľa § 21 ods. 3 vyhlášky Ministerstva práce sociálnych vecí a rodiny Slovenskej republiky č. 508/2009 Z. z., </w:t>
      </w:r>
      <w:r w:rsidRPr="00DA6938">
        <w:t>ktorou sa ustanovujú podrobnosti na zaistenie bezpečnosti a ochrany zdravia pri práci</w:t>
      </w:r>
      <w:r>
        <w:t xml:space="preserve"> </w:t>
      </w:r>
      <w:r w:rsidRPr="00DA6938">
        <w:t>s</w:t>
      </w:r>
      <w:r>
        <w:t> </w:t>
      </w:r>
      <w:r w:rsidRPr="00DA6938">
        <w:t>technickými zariadeniami tlakovými, zdvíhacími, elektrickými a</w:t>
      </w:r>
      <w:r>
        <w:t> </w:t>
      </w:r>
      <w:r w:rsidRPr="00DA6938">
        <w:t>plynovými a ktorou sa</w:t>
      </w:r>
      <w:r>
        <w:t xml:space="preserve"> </w:t>
      </w:r>
      <w:r w:rsidRPr="00DA6938">
        <w:t>ustanovujú technické zariadenia, ktoré sa považujú za vyhradené technické zariadenia</w:t>
      </w:r>
      <w:r w:rsidR="0062464C">
        <w:t xml:space="preserve"> v</w:t>
      </w:r>
      <w:r w:rsidR="00605587">
        <w:t> </w:t>
      </w:r>
      <w:r w:rsidR="0062464C">
        <w:t>rozsahu</w:t>
      </w:r>
      <w:r w:rsidR="00605587">
        <w:t xml:space="preserve"> </w:t>
      </w:r>
      <w:r w:rsidR="0062464C">
        <w:t>odboru</w:t>
      </w:r>
      <w:r w:rsidR="00605587">
        <w:t xml:space="preserve"> vzdelávania</w:t>
      </w:r>
      <w:r w:rsidR="0062464C">
        <w:t xml:space="preserve">: </w:t>
      </w:r>
      <w:r w:rsidR="0062464C">
        <w:tab/>
      </w:r>
    </w:p>
    <w:p w:rsidR="00FA0A3F" w:rsidRDefault="00FA0A3F" w:rsidP="00270B42">
      <w:pPr>
        <w:tabs>
          <w:tab w:val="right" w:leader="dot" w:pos="6663"/>
        </w:tabs>
      </w:pPr>
    </w:p>
    <w:p w:rsidR="00FA0A3F" w:rsidRDefault="00FA0A3F" w:rsidP="00270B42">
      <w:pPr>
        <w:tabs>
          <w:tab w:val="right" w:leader="dot" w:pos="6663"/>
        </w:tabs>
      </w:pPr>
    </w:p>
    <w:p w:rsidR="0062464C" w:rsidRDefault="0062464C" w:rsidP="00270B42">
      <w:pPr>
        <w:tabs>
          <w:tab w:val="right" w:leader="dot" w:pos="6663"/>
        </w:tabs>
      </w:pPr>
    </w:p>
    <w:p w:rsidR="0062464C" w:rsidRDefault="0062464C" w:rsidP="00270B42">
      <w:pPr>
        <w:tabs>
          <w:tab w:val="right" w:leader="dot" w:pos="6663"/>
        </w:tabs>
      </w:pPr>
      <w:r>
        <w:t>V ................................ dňa ................... 20</w:t>
      </w:r>
      <w:r w:rsidR="00196EE8">
        <w:t>..</w:t>
      </w:r>
      <w:r>
        <w:t>...</w:t>
      </w:r>
    </w:p>
    <w:p w:rsidR="0062464C" w:rsidRDefault="0062464C" w:rsidP="00270B42">
      <w:pPr>
        <w:tabs>
          <w:tab w:val="center" w:pos="7088"/>
        </w:tabs>
      </w:pPr>
    </w:p>
    <w:p w:rsidR="0062464C" w:rsidRDefault="0062464C" w:rsidP="00270B42">
      <w:pPr>
        <w:tabs>
          <w:tab w:val="center" w:pos="7088"/>
        </w:tabs>
      </w:pPr>
      <w:r>
        <w:tab/>
        <w:t>........................................</w:t>
      </w:r>
    </w:p>
    <w:p w:rsidR="0062464C" w:rsidRDefault="0062464C" w:rsidP="00270B42">
      <w:pPr>
        <w:tabs>
          <w:tab w:val="center" w:pos="7088"/>
        </w:tabs>
      </w:pPr>
      <w:r>
        <w:tab/>
        <w:t>podpis</w:t>
      </w:r>
    </w:p>
    <w:p w:rsidR="00270B42" w:rsidRDefault="00270B42" w:rsidP="00FA0A3F">
      <w:pPr>
        <w:tabs>
          <w:tab w:val="center" w:pos="7088"/>
        </w:tabs>
      </w:pPr>
    </w:p>
    <w:p w:rsidR="0011511F" w:rsidRDefault="0011511F" w:rsidP="00FA0A3F">
      <w:pPr>
        <w:tabs>
          <w:tab w:val="center" w:pos="7088"/>
        </w:tabs>
      </w:pPr>
    </w:p>
    <w:p w:rsidR="0011511F" w:rsidRDefault="0011511F" w:rsidP="00FA0A3F">
      <w:pPr>
        <w:tabs>
          <w:tab w:val="center" w:pos="7088"/>
        </w:tabs>
      </w:pPr>
    </w:p>
    <w:p w:rsidR="0011511F" w:rsidRPr="00270B42" w:rsidRDefault="0011511F" w:rsidP="0011511F">
      <w:pPr>
        <w:tabs>
          <w:tab w:val="center" w:pos="7088"/>
        </w:tabs>
        <w:jc w:val="center"/>
        <w:rPr>
          <w:b/>
          <w:sz w:val="28"/>
        </w:rPr>
      </w:pPr>
      <w:r w:rsidRPr="00270B42">
        <w:rPr>
          <w:b/>
          <w:sz w:val="28"/>
        </w:rPr>
        <w:t>Potvrdenie o zdravotnom stave</w:t>
      </w:r>
    </w:p>
    <w:p w:rsidR="0011511F" w:rsidRDefault="0011511F" w:rsidP="0011511F">
      <w:pPr>
        <w:tabs>
          <w:tab w:val="center" w:pos="7088"/>
        </w:tabs>
        <w:jc w:val="center"/>
      </w:pPr>
    </w:p>
    <w:p w:rsidR="0011511F" w:rsidRDefault="0011511F" w:rsidP="0011511F">
      <w:pPr>
        <w:tabs>
          <w:tab w:val="center" w:pos="7088"/>
        </w:tabs>
        <w:spacing w:line="360" w:lineRule="auto"/>
      </w:pPr>
    </w:p>
    <w:p w:rsidR="0011511F" w:rsidRDefault="0011511F" w:rsidP="0011511F">
      <w:pPr>
        <w:tabs>
          <w:tab w:val="center" w:pos="7088"/>
        </w:tabs>
        <w:spacing w:line="360" w:lineRule="auto"/>
      </w:pPr>
      <w:r>
        <w:t>Týmto potvrdzujem, že žiak ............................................., narodený dňa ............................... v ............................... je spôsobilý vykonávať činnosť na technických zariadeniach elektrických ako elektrotechnik. Toto potvrdenie sa vydáva na žiadosť menovaného.</w:t>
      </w:r>
    </w:p>
    <w:p w:rsidR="0011511F" w:rsidRDefault="0011511F" w:rsidP="0011511F">
      <w:pPr>
        <w:tabs>
          <w:tab w:val="center" w:pos="7088"/>
        </w:tabs>
      </w:pPr>
    </w:p>
    <w:p w:rsidR="0011511F" w:rsidRDefault="0011511F" w:rsidP="0011511F">
      <w:pPr>
        <w:tabs>
          <w:tab w:val="center" w:pos="7088"/>
        </w:tabs>
      </w:pPr>
    </w:p>
    <w:p w:rsidR="0011511F" w:rsidRDefault="0011511F" w:rsidP="0011511F">
      <w:pPr>
        <w:tabs>
          <w:tab w:val="center" w:pos="7088"/>
        </w:tabs>
      </w:pPr>
    </w:p>
    <w:p w:rsidR="0011511F" w:rsidRDefault="0011511F" w:rsidP="0011511F">
      <w:pPr>
        <w:tabs>
          <w:tab w:val="right" w:leader="dot" w:pos="6663"/>
        </w:tabs>
      </w:pPr>
      <w:r>
        <w:t>V ................................ dňa ................... 20.....</w:t>
      </w:r>
    </w:p>
    <w:p w:rsidR="0011511F" w:rsidRDefault="0011511F" w:rsidP="0011511F">
      <w:pPr>
        <w:tabs>
          <w:tab w:val="center" w:pos="7088"/>
        </w:tabs>
      </w:pPr>
    </w:p>
    <w:p w:rsidR="0011511F" w:rsidRDefault="0011511F" w:rsidP="0011511F">
      <w:pPr>
        <w:tabs>
          <w:tab w:val="center" w:pos="7088"/>
        </w:tabs>
      </w:pPr>
      <w:r>
        <w:tab/>
        <w:t xml:space="preserve">          ........................................</w:t>
      </w:r>
    </w:p>
    <w:p w:rsidR="0011511F" w:rsidRDefault="0011511F" w:rsidP="00FA0A3F">
      <w:pPr>
        <w:tabs>
          <w:tab w:val="center" w:pos="7088"/>
        </w:tabs>
      </w:pPr>
      <w:r>
        <w:tab/>
        <w:t xml:space="preserve">          pečiatka a podpis lekára</w:t>
      </w:r>
    </w:p>
    <w:sectPr w:rsidR="0011511F" w:rsidSect="00266E1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9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FEF" w:rsidRDefault="00A10FEF">
      <w:r>
        <w:separator/>
      </w:r>
    </w:p>
  </w:endnote>
  <w:endnote w:type="continuationSeparator" w:id="0">
    <w:p w:rsidR="00A10FEF" w:rsidRDefault="00A10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D5061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D5061E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23430">
      <w:rPr>
        <w:rStyle w:val="slostrany"/>
        <w:noProof/>
      </w:rPr>
      <w:t>2</w: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FEF" w:rsidRDefault="00A10FEF">
      <w:r>
        <w:separator/>
      </w:r>
    </w:p>
  </w:footnote>
  <w:footnote w:type="continuationSeparator" w:id="0">
    <w:p w:rsidR="00A10FEF" w:rsidRDefault="00A10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Pr="007B2F7C" w:rsidRDefault="003D0804" w:rsidP="007B2F7C">
    <w:pPr>
      <w:pStyle w:val="Hlavika"/>
    </w:pPr>
    <w:r>
      <w:t xml:space="preserve">Príloha č. </w:t>
    </w:r>
    <w:r w:rsidR="00D5061E">
      <w:fldChar w:fldCharType="begin"/>
    </w:r>
    <w:r>
      <w:instrText xml:space="preserve"> MACROBUTTON  AkcentČiarka "[vložte číslo]" </w:instrText>
    </w:r>
    <w:r w:rsidR="00D5061E">
      <w:fldChar w:fldCharType="end"/>
    </w:r>
    <w:r>
      <w:t xml:space="preserve"> k </w:t>
    </w:r>
    <w:r w:rsidR="00D5061E">
      <w:fldChar w:fldCharType="begin"/>
    </w:r>
    <w:r>
      <w:instrText xml:space="preserve"> MACROBUTTON  AkcentČiarka "[druh predpisu]" </w:instrText>
    </w:r>
    <w:r w:rsidR="00D5061E">
      <w:fldChar w:fldCharType="end"/>
    </w:r>
    <w:r>
      <w:t xml:space="preserve"> č. </w:t>
    </w:r>
    <w:r w:rsidR="00D5061E">
      <w:fldChar w:fldCharType="begin"/>
    </w:r>
    <w:r>
      <w:instrText xml:space="preserve"> MACROBUTTON  AkcentČiarka [N] </w:instrText>
    </w:r>
    <w:r w:rsidR="00D5061E">
      <w:fldChar w:fldCharType="end"/>
    </w:r>
    <w:r>
      <w:t>/</w:t>
    </w:r>
    <w:r w:rsidR="00D5061E">
      <w:fldChar w:fldCharType="begin"/>
    </w:r>
    <w:r>
      <w:instrText xml:space="preserve"> MACROBUTTON  AkcentČiarka [RRRR] </w:instrText>
    </w:r>
    <w:r w:rsidR="00D5061E">
      <w:fldChar w:fldCharType="end"/>
    </w:r>
    <w:r w:rsidR="00630D80">
      <w:t>-R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489" w:rsidRPr="00A71726" w:rsidRDefault="00B54064" w:rsidP="00841489">
    <w:pPr>
      <w:pStyle w:val="Hlavika"/>
    </w:pPr>
    <w:r>
      <w:t>Príloha č.</w:t>
    </w:r>
    <w:r w:rsidR="00FA0675">
      <w:t>2</w:t>
    </w:r>
    <w:r>
      <w:t xml:space="preserve"> k </w:t>
    </w:r>
    <w:r w:rsidR="00841489" w:rsidRPr="00841489">
      <w:rPr>
        <w:i w:val="0"/>
      </w:rPr>
      <w:t xml:space="preserve"> </w:t>
    </w:r>
    <w:r w:rsidR="00841489" w:rsidRPr="00A71726">
      <w:t>Smernic</w:t>
    </w:r>
    <w:r w:rsidR="00841489">
      <w:t>i</w:t>
    </w:r>
    <w:r w:rsidR="00841489" w:rsidRPr="00A71726">
      <w:t xml:space="preserve"> č. </w:t>
    </w:r>
    <w:r w:rsidR="0082502D">
      <w:t>13</w:t>
    </w:r>
    <w:r w:rsidR="00841489" w:rsidRPr="00A71726">
      <w:t>/2024</w:t>
    </w:r>
  </w:p>
  <w:p w:rsidR="00841489" w:rsidRDefault="00841489" w:rsidP="00841489">
    <w:pPr>
      <w:pStyle w:val="Hlavika"/>
      <w:rPr>
        <w:i w:val="0"/>
      </w:rPr>
    </w:pPr>
    <w:r w:rsidRPr="00A71726">
      <w:t>o overovaní odbornej spôsobilosti žiakov stredných odborných škôl na vykonávanie činnosti na technických zariadeniach elektrických ako elektrotechnik</w:t>
    </w:r>
  </w:p>
  <w:p w:rsidR="00B54064" w:rsidRDefault="00B54064" w:rsidP="00B5406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A5E26"/>
    <w:multiLevelType w:val="multilevel"/>
    <w:tmpl w:val="D03895FE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47"/>
    <w:rsid w:val="00031FC9"/>
    <w:rsid w:val="000B453F"/>
    <w:rsid w:val="0011511F"/>
    <w:rsid w:val="00117B94"/>
    <w:rsid w:val="00196EE8"/>
    <w:rsid w:val="001D1D6B"/>
    <w:rsid w:val="00266E14"/>
    <w:rsid w:val="00270B42"/>
    <w:rsid w:val="002B4647"/>
    <w:rsid w:val="002D6F54"/>
    <w:rsid w:val="003052BD"/>
    <w:rsid w:val="003257D3"/>
    <w:rsid w:val="003D0804"/>
    <w:rsid w:val="003D4539"/>
    <w:rsid w:val="00510FF9"/>
    <w:rsid w:val="00590DF9"/>
    <w:rsid w:val="00605587"/>
    <w:rsid w:val="00611338"/>
    <w:rsid w:val="0062464C"/>
    <w:rsid w:val="00630D80"/>
    <w:rsid w:val="006A224D"/>
    <w:rsid w:val="006D745E"/>
    <w:rsid w:val="006E6C8D"/>
    <w:rsid w:val="00723430"/>
    <w:rsid w:val="007B2F7C"/>
    <w:rsid w:val="007F3395"/>
    <w:rsid w:val="0082502D"/>
    <w:rsid w:val="00841489"/>
    <w:rsid w:val="00872009"/>
    <w:rsid w:val="008B3E06"/>
    <w:rsid w:val="008D74EF"/>
    <w:rsid w:val="008F3B21"/>
    <w:rsid w:val="00917E02"/>
    <w:rsid w:val="0092233D"/>
    <w:rsid w:val="00960BD9"/>
    <w:rsid w:val="00A10FEF"/>
    <w:rsid w:val="00A14CF3"/>
    <w:rsid w:val="00AD7D05"/>
    <w:rsid w:val="00AE283E"/>
    <w:rsid w:val="00B34558"/>
    <w:rsid w:val="00B54064"/>
    <w:rsid w:val="00B81E5C"/>
    <w:rsid w:val="00BC1D2A"/>
    <w:rsid w:val="00C37850"/>
    <w:rsid w:val="00C435A5"/>
    <w:rsid w:val="00C450CB"/>
    <w:rsid w:val="00C62D0F"/>
    <w:rsid w:val="00C82FB9"/>
    <w:rsid w:val="00C83FF2"/>
    <w:rsid w:val="00D35ABD"/>
    <w:rsid w:val="00D5061E"/>
    <w:rsid w:val="00DA6938"/>
    <w:rsid w:val="00DE17A8"/>
    <w:rsid w:val="00DF5122"/>
    <w:rsid w:val="00E14935"/>
    <w:rsid w:val="00E3662E"/>
    <w:rsid w:val="00F323A7"/>
    <w:rsid w:val="00F603E4"/>
    <w:rsid w:val="00FA0675"/>
    <w:rsid w:val="00FA0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111EDD72-5F56-4578-B886-CB53E1D1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5061E"/>
    <w:pPr>
      <w:jc w:val="both"/>
    </w:pPr>
    <w:rPr>
      <w:color w:val="000000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E14"/>
    <w:pPr>
      <w:spacing w:before="24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D5061E"/>
    <w:pPr>
      <w:keepNext/>
      <w:spacing w:before="240" w:after="12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061E"/>
    <w:pPr>
      <w:keepNext/>
      <w:spacing w:before="12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266E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"/>
    <w:qFormat/>
    <w:rsid w:val="00D5061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D5061E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D5061E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D5061E"/>
    <w:rPr>
      <w:rFonts w:asciiTheme="majorHAnsi" w:eastAsiaTheme="majorEastAsia" w:hAnsiTheme="majorHAnsi" w:cs="Times New Roman"/>
      <w:b/>
      <w:bCs/>
      <w:color w:val="000000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D5061E"/>
    <w:rPr>
      <w:rFonts w:asciiTheme="minorHAnsi" w:eastAsiaTheme="minorEastAsia" w:hAnsiTheme="minorHAnsi" w:cs="Times New Roman"/>
      <w:b/>
      <w:bCs/>
      <w:color w:val="000000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D5061E"/>
    <w:rPr>
      <w:rFonts w:asciiTheme="majorHAnsi" w:eastAsiaTheme="majorEastAsia" w:hAnsiTheme="majorHAnsi" w:cs="Times New Roman"/>
      <w:color w:val="000000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rsid w:val="007B2F7C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i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D5061E"/>
    <w:rPr>
      <w:rFonts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D5061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D5061E"/>
    <w:rPr>
      <w:rFonts w:cs="Times New Roman"/>
      <w:color w:val="000000"/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D5061E"/>
    <w:rPr>
      <w:rFonts w:cs="Times New Roman"/>
    </w:rPr>
  </w:style>
  <w:style w:type="character" w:styleId="Hypertextovprepojenie">
    <w:name w:val="Hyperlink"/>
    <w:basedOn w:val="Predvolenpsmoodseku"/>
    <w:uiPriority w:val="99"/>
    <w:rsid w:val="00266E14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45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D4539"/>
    <w:rPr>
      <w:rFonts w:ascii="Tahoma" w:hAnsi="Tahoma" w:cs="Tahoma"/>
      <w:color w:val="000000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rsid w:val="006055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60558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05587"/>
    <w:rPr>
      <w:color w:val="00000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055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05587"/>
    <w:rPr>
      <w:b/>
      <w:bCs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3-sablona%20na%20pisanie%20priloh%20k%20predpisom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814BD-94EA-467C-9D03-C4C5F1A1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8-2004-I-priloha-c-3-sablona na pisanie priloh k predpisom MS SR v MS Word</Template>
  <TotalTime>0</TotalTime>
  <Pages>1</Pages>
  <Words>144</Words>
  <Characters>1354</Characters>
  <Application>Microsoft Office Word</Application>
  <DocSecurity>0</DocSecurity>
  <Lines>11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Zxczxc</vt:lpstr>
    </vt:vector>
  </TitlesOfParts>
  <Company>FEI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Zxczxc</dc:title>
  <dc:creator>Karol Bergmann</dc:creator>
  <cp:lastModifiedBy>Jurkovičová Anna</cp:lastModifiedBy>
  <cp:revision>2</cp:revision>
  <cp:lastPrinted>2024-03-20T16:07:00Z</cp:lastPrinted>
  <dcterms:created xsi:type="dcterms:W3CDTF">2024-05-21T06:51:00Z</dcterms:created>
  <dcterms:modified xsi:type="dcterms:W3CDTF">2024-05-21T06:51:00Z</dcterms:modified>
</cp:coreProperties>
</file>